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18A" w:rsidRPr="00173326" w:rsidRDefault="0032718A" w:rsidP="00173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2718A" w:rsidRPr="00173326" w:rsidRDefault="0032718A" w:rsidP="0017332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18A" w:rsidRPr="00173326" w:rsidRDefault="0032718A" w:rsidP="001733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18A" w:rsidRPr="00173326" w:rsidRDefault="0032718A" w:rsidP="001733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17332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2718A" w:rsidRPr="00173326" w:rsidRDefault="0032718A" w:rsidP="0017332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9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2718A" w:rsidRPr="0031156D" w:rsidRDefault="0032718A" w:rsidP="0031156D">
      <w:pPr>
        <w:widowControl w:val="0"/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</w:p>
    <w:p w:rsidR="0032718A" w:rsidRPr="00173326" w:rsidRDefault="0032718A" w:rsidP="0031156D">
      <w:pPr>
        <w:widowControl w:val="0"/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2718A" w:rsidRPr="00173326" w:rsidRDefault="0032718A" w:rsidP="00173326">
      <w:pPr>
        <w:autoSpaceDE w:val="0"/>
        <w:autoSpaceDN w:val="0"/>
        <w:adjustRightInd w:val="0"/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18A" w:rsidRDefault="0032718A" w:rsidP="0017332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D408D8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46B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1. Моделью Земли является: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96313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Глобус</w:t>
      </w:r>
    </w:p>
    <w:p w:rsidR="0032718A" w:rsidRPr="00D408D8" w:rsidRDefault="0032718A" w:rsidP="0096313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Карта</w:t>
      </w:r>
    </w:p>
    <w:p w:rsidR="0032718A" w:rsidRPr="00D408D8" w:rsidRDefault="0032718A" w:rsidP="0096313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План</w:t>
      </w:r>
    </w:p>
    <w:p w:rsidR="0032718A" w:rsidRPr="00D408D8" w:rsidRDefault="0032718A" w:rsidP="0096313D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 xml:space="preserve">Атлас 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146B3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2. Географическая широта – это расстояние от:</w:t>
      </w:r>
    </w:p>
    <w:p w:rsidR="0032718A" w:rsidRPr="00D408D8" w:rsidRDefault="0032718A" w:rsidP="0096313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96313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Экватора</w:t>
      </w:r>
    </w:p>
    <w:p w:rsidR="0032718A" w:rsidRPr="00D408D8" w:rsidRDefault="0032718A" w:rsidP="0096313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Северного полюса</w:t>
      </w:r>
    </w:p>
    <w:p w:rsidR="0032718A" w:rsidRPr="00D408D8" w:rsidRDefault="0032718A" w:rsidP="0096313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Начального меридиана</w:t>
      </w:r>
    </w:p>
    <w:p w:rsidR="0032718A" w:rsidRPr="0096313D" w:rsidRDefault="0032718A" w:rsidP="0096313D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Москвы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А3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Наиболее подробно территория изображена на карте масштаба:</w:t>
      </w:r>
    </w:p>
    <w:p w:rsidR="0032718A" w:rsidRPr="00D408D8" w:rsidRDefault="0032718A" w:rsidP="0096313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96313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1:2 500</w:t>
      </w:r>
    </w:p>
    <w:p w:rsidR="0032718A" w:rsidRPr="00D408D8" w:rsidRDefault="0032718A" w:rsidP="0096313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1:25 000</w:t>
      </w:r>
    </w:p>
    <w:p w:rsidR="0032718A" w:rsidRPr="00D408D8" w:rsidRDefault="0032718A" w:rsidP="0096313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1:250 000</w:t>
      </w:r>
    </w:p>
    <w:p w:rsidR="0032718A" w:rsidRPr="00D408D8" w:rsidRDefault="0032718A" w:rsidP="0096313D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1:25 000 000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А4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Внутреннее строение Земли:</w:t>
      </w:r>
    </w:p>
    <w:p w:rsidR="0032718A" w:rsidRPr="00D408D8" w:rsidRDefault="0032718A" w:rsidP="0096313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96313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Мантия, ядро, земная кора</w:t>
      </w:r>
    </w:p>
    <w:p w:rsidR="0032718A" w:rsidRPr="00D408D8" w:rsidRDefault="0032718A" w:rsidP="0096313D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Ядро, мантия, земная кора</w:t>
      </w:r>
    </w:p>
    <w:p w:rsidR="0032718A" w:rsidRPr="00D408D8" w:rsidRDefault="0032718A" w:rsidP="00D408D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Земная кора, ядро, мантия</w:t>
      </w:r>
    </w:p>
    <w:p w:rsidR="0032718A" w:rsidRPr="00D408D8" w:rsidRDefault="0032718A" w:rsidP="00D408D8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Мантия, земная кора, ядро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А5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Горные породы образованные в результате накопления веществ выпавших в осадок на дне водоёмов называются:</w:t>
      </w:r>
    </w:p>
    <w:p w:rsidR="0032718A" w:rsidRPr="00D408D8" w:rsidRDefault="0032718A" w:rsidP="00D408D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Метаморфическими</w:t>
      </w:r>
    </w:p>
    <w:p w:rsidR="0032718A" w:rsidRPr="00D408D8" w:rsidRDefault="0032718A" w:rsidP="00D408D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Осадочными</w:t>
      </w:r>
    </w:p>
    <w:p w:rsidR="0032718A" w:rsidRPr="00D408D8" w:rsidRDefault="0032718A" w:rsidP="00D408D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Магматическими</w:t>
      </w:r>
    </w:p>
    <w:p w:rsidR="0032718A" w:rsidRPr="00D408D8" w:rsidRDefault="0032718A" w:rsidP="00D408D8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 xml:space="preserve">Органическими 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А6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Горы на карте обозначаются цветом: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Голубым</w:t>
      </w:r>
    </w:p>
    <w:p w:rsidR="0032718A" w:rsidRPr="00D408D8" w:rsidRDefault="0032718A" w:rsidP="00D408D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Жёлтым</w:t>
      </w:r>
    </w:p>
    <w:p w:rsidR="0032718A" w:rsidRPr="00D408D8" w:rsidRDefault="0032718A" w:rsidP="00D408D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Зелёным</w:t>
      </w:r>
    </w:p>
    <w:p w:rsidR="0032718A" w:rsidRPr="00D408D8" w:rsidRDefault="0032718A" w:rsidP="00D408D8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 xml:space="preserve">Коричневым 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А7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Смена времён года вызвана: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Вращением Земли вокруг своей оси</w:t>
      </w:r>
    </w:p>
    <w:p w:rsidR="0032718A" w:rsidRPr="00D408D8" w:rsidRDefault="0032718A" w:rsidP="00D408D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Вращением Земли вокруг солнца</w:t>
      </w:r>
    </w:p>
    <w:p w:rsidR="0032718A" w:rsidRPr="00D408D8" w:rsidRDefault="0032718A" w:rsidP="00D408D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Наклоном земной оси</w:t>
      </w:r>
    </w:p>
    <w:p w:rsidR="0032718A" w:rsidRPr="00D408D8" w:rsidRDefault="0032718A" w:rsidP="00D408D8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Орбитой годового вращения Земли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А8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Облака образуются большей частью в:</w:t>
      </w:r>
    </w:p>
    <w:p w:rsidR="0032718A" w:rsidRPr="00D408D8" w:rsidRDefault="0032718A" w:rsidP="00D408D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Стратосфере                                                                                  в)   Ионосфере</w:t>
      </w:r>
    </w:p>
    <w:p w:rsidR="0032718A" w:rsidRPr="00D408D8" w:rsidRDefault="0032718A" w:rsidP="00D408D8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Тропосфере                                                                                    г)   Верхних слоях атмосферы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А9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Если в течении суток самая высокая температура +24°С, а самая низкая +10°С, то суточная амплитуда равна:</w:t>
      </w:r>
    </w:p>
    <w:p w:rsidR="0032718A" w:rsidRPr="00D408D8" w:rsidRDefault="0032718A" w:rsidP="00D408D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34°С</w:t>
      </w:r>
    </w:p>
    <w:p w:rsidR="0032718A" w:rsidRPr="00D408D8" w:rsidRDefault="0032718A" w:rsidP="00D408D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24°С</w:t>
      </w:r>
    </w:p>
    <w:p w:rsidR="0032718A" w:rsidRPr="00D408D8" w:rsidRDefault="0032718A" w:rsidP="00D408D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14°С</w:t>
      </w:r>
    </w:p>
    <w:p w:rsidR="0032718A" w:rsidRPr="00D408D8" w:rsidRDefault="0032718A" w:rsidP="00D408D8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 xml:space="preserve">4°С 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А10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. На метеорологических станциях давление определяют с помощью:</w:t>
      </w:r>
    </w:p>
    <w:p w:rsidR="0032718A" w:rsidRPr="00D408D8" w:rsidRDefault="0032718A" w:rsidP="00D408D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Гигрометра</w:t>
      </w:r>
    </w:p>
    <w:p w:rsidR="0032718A" w:rsidRPr="00D408D8" w:rsidRDefault="0032718A" w:rsidP="00D408D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 xml:space="preserve">Термометра </w:t>
      </w:r>
    </w:p>
    <w:p w:rsidR="0032718A" w:rsidRPr="00D408D8" w:rsidRDefault="0032718A" w:rsidP="00D408D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Флюгера</w:t>
      </w:r>
    </w:p>
    <w:p w:rsidR="0032718A" w:rsidRPr="00D408D8" w:rsidRDefault="0032718A" w:rsidP="00D408D8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Барометра</w:t>
      </w: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В1.</w:t>
      </w:r>
      <w:r w:rsidRPr="009631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>Какой буквой на карте отмечены: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margin-left:247.85pt;margin-top:11.45pt;width:221.4pt;height:147.45pt;z-index:251658240;visibility:visible" wrapcoords="-73 0 -73 21490 21600 21490 21600 0 -73 0">
            <v:imagedata r:id="rId7" o:title="" gain="93623f" blacklevel="-6554f" grayscale="t"/>
            <w10:wrap type="through"/>
          </v:shape>
        </w:pict>
      </w:r>
      <w:r w:rsidRPr="00D408D8">
        <w:rPr>
          <w:rFonts w:ascii="Times New Roman" w:hAnsi="Times New Roman" w:cs="Times New Roman"/>
          <w:sz w:val="28"/>
          <w:szCs w:val="28"/>
        </w:rPr>
        <w:t>1.Америка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2.Берингов пролив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3.Горы Гималаи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408D8">
        <w:rPr>
          <w:rFonts w:ascii="Times New Roman" w:hAnsi="Times New Roman" w:cs="Times New Roman"/>
          <w:sz w:val="28"/>
          <w:szCs w:val="28"/>
        </w:rPr>
        <w:t>4.Индийский океан</w:t>
      </w: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96313D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D408D8" w:rsidRDefault="0032718A" w:rsidP="0096313D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718A" w:rsidRPr="00D408D8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D408D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6313D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718A" w:rsidRPr="0096313D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 От чего зависит сила ветра?</w:t>
      </w:r>
    </w:p>
    <w:p w:rsidR="0032718A" w:rsidRPr="0096313D" w:rsidRDefault="0032718A" w:rsidP="0096313D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В3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Определите по описанию реку России.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Эта река относится к бассейну Северного ледовитого океана. При впадении в море Лаптевых она образует самую крупную дельту в России.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130FD5">
        <w:rPr>
          <w:rFonts w:ascii="Times New Roman" w:hAnsi="Times New Roman" w:cs="Times New Roman"/>
          <w:b/>
          <w:bCs/>
          <w:sz w:val="28"/>
          <w:szCs w:val="28"/>
        </w:rPr>
        <w:t>С1.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Почему происходит смена природных зон по поверхности Земли? Ответ должен содержать не менее двух причин.</w:t>
      </w:r>
    </w:p>
    <w:p w:rsidR="0032718A" w:rsidRPr="00130FD5" w:rsidRDefault="0032718A" w:rsidP="00130FD5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130FD5" w:rsidSect="009A063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С2.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Почему при повышении температуры воздуха атмосферное давление понижается?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32718A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D408D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Pr="00D408D8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32718A" w:rsidRDefault="0032718A" w:rsidP="00D408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9A0638" w:rsidRDefault="0032718A" w:rsidP="009A063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9A0638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p w:rsidR="0032718A" w:rsidRDefault="0032718A" w:rsidP="009A063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9A063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  <w:sectPr w:rsidR="0032718A" w:rsidSect="009A063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A0638">
        <w:rPr>
          <w:rFonts w:ascii="Times New Roman" w:hAnsi="Times New Roman" w:cs="Times New Roman"/>
          <w:b/>
          <w:bCs/>
          <w:sz w:val="28"/>
          <w:szCs w:val="28"/>
        </w:rPr>
        <w:t>А1.</w:t>
      </w:r>
      <w:r w:rsidRPr="009A0638">
        <w:rPr>
          <w:rFonts w:ascii="Times New Roman" w:hAnsi="Times New Roman" w:cs="Times New Roman"/>
          <w:sz w:val="28"/>
          <w:szCs w:val="28"/>
        </w:rPr>
        <w:t xml:space="preserve">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Моделью Земли является:</w:t>
      </w:r>
    </w:p>
    <w:p w:rsidR="0032718A" w:rsidRPr="009A0638" w:rsidRDefault="0032718A" w:rsidP="00C44B2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0638">
        <w:rPr>
          <w:rFonts w:ascii="Times New Roman" w:hAnsi="Times New Roman" w:cs="Times New Roman"/>
          <w:sz w:val="28"/>
          <w:szCs w:val="28"/>
        </w:rPr>
        <w:t>а)</w:t>
      </w:r>
      <w:r w:rsidRPr="009A0638">
        <w:rPr>
          <w:rFonts w:ascii="Times New Roman" w:hAnsi="Times New Roman" w:cs="Times New Roman"/>
          <w:sz w:val="28"/>
          <w:szCs w:val="28"/>
        </w:rPr>
        <w:tab/>
        <w:t>Глобус</w:t>
      </w:r>
    </w:p>
    <w:p w:rsidR="0032718A" w:rsidRPr="009A0638" w:rsidRDefault="0032718A" w:rsidP="00C44B2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б)</w:t>
      </w:r>
      <w:r w:rsidRPr="009A0638">
        <w:rPr>
          <w:rFonts w:ascii="Times New Roman" w:hAnsi="Times New Roman" w:cs="Times New Roman"/>
          <w:sz w:val="28"/>
          <w:szCs w:val="28"/>
        </w:rPr>
        <w:tab/>
        <w:t>Карта</w:t>
      </w: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в)</w:t>
      </w:r>
      <w:r w:rsidRPr="009A0638">
        <w:rPr>
          <w:rFonts w:ascii="Times New Roman" w:hAnsi="Times New Roman" w:cs="Times New Roman"/>
          <w:sz w:val="28"/>
          <w:szCs w:val="28"/>
        </w:rPr>
        <w:tab/>
        <w:t>План</w:t>
      </w: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Sect="00C44B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ab/>
        <w:t>Атлас</w:t>
      </w: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C44B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А2. Географическая долгота – это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расстояние от:</w:t>
      </w:r>
    </w:p>
    <w:p w:rsidR="0032718A" w:rsidRPr="009A0638" w:rsidRDefault="0032718A" w:rsidP="00D408D8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C44B2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Гринвича</w:t>
      </w:r>
    </w:p>
    <w:p w:rsidR="0032718A" w:rsidRPr="009A0638" w:rsidRDefault="0032718A" w:rsidP="00D408D8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Нулевого меридиана</w:t>
      </w:r>
    </w:p>
    <w:p w:rsidR="0032718A" w:rsidRPr="009A0638" w:rsidRDefault="0032718A" w:rsidP="00D408D8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Начального меридиана</w:t>
      </w:r>
    </w:p>
    <w:p w:rsidR="0032718A" w:rsidRPr="009A0638" w:rsidRDefault="0032718A" w:rsidP="00D408D8">
      <w:pPr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Верны все варианты ответов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C44B2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А3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. На плане местности указан масштаб «в одном сантиметре – 6 м.».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Ему соответствует численный масштаб:</w:t>
      </w:r>
    </w:p>
    <w:p w:rsidR="0032718A" w:rsidRPr="009A0638" w:rsidRDefault="0032718A" w:rsidP="00D408D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1:6</w:t>
      </w:r>
    </w:p>
    <w:p w:rsidR="0032718A" w:rsidRPr="009A0638" w:rsidRDefault="0032718A" w:rsidP="00D408D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1:60</w:t>
      </w:r>
    </w:p>
    <w:p w:rsidR="0032718A" w:rsidRPr="009A0638" w:rsidRDefault="0032718A" w:rsidP="00D408D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1:600</w:t>
      </w:r>
    </w:p>
    <w:p w:rsidR="0032718A" w:rsidRPr="009A0638" w:rsidRDefault="0032718A" w:rsidP="00D408D8">
      <w:pPr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1:6000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А4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Толщина материковой коры составляет:</w:t>
      </w:r>
    </w:p>
    <w:p w:rsidR="0032718A" w:rsidRPr="009A0638" w:rsidRDefault="0032718A" w:rsidP="00D408D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30-40 км.</w:t>
      </w:r>
    </w:p>
    <w:p w:rsidR="0032718A" w:rsidRPr="009A0638" w:rsidRDefault="0032718A" w:rsidP="00D408D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50-80 км.</w:t>
      </w:r>
    </w:p>
    <w:p w:rsidR="0032718A" w:rsidRPr="009A0638" w:rsidRDefault="0032718A" w:rsidP="00D408D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10-20 км.</w:t>
      </w:r>
    </w:p>
    <w:p w:rsidR="0032718A" w:rsidRPr="009A0638" w:rsidRDefault="0032718A" w:rsidP="00D408D8">
      <w:pPr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3-7 км.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А5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 Горные породы образованные в результате остывания мантийного вещества называются:</w:t>
      </w:r>
    </w:p>
    <w:p w:rsidR="0032718A" w:rsidRPr="009A0638" w:rsidRDefault="0032718A" w:rsidP="00D408D8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Метаморфическими</w:t>
      </w:r>
    </w:p>
    <w:p w:rsidR="0032718A" w:rsidRPr="009A0638" w:rsidRDefault="0032718A" w:rsidP="00D408D8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Осадочными</w:t>
      </w:r>
    </w:p>
    <w:p w:rsidR="0032718A" w:rsidRPr="009A0638" w:rsidRDefault="0032718A" w:rsidP="00D408D8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Магматическими</w:t>
      </w:r>
    </w:p>
    <w:p w:rsidR="0032718A" w:rsidRPr="009A0638" w:rsidRDefault="0032718A" w:rsidP="00D408D8">
      <w:pPr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 xml:space="preserve">Органическими 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А6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Равнины на карте обозначаются цветом:</w:t>
      </w:r>
    </w:p>
    <w:p w:rsidR="0032718A" w:rsidRPr="009A0638" w:rsidRDefault="0032718A" w:rsidP="00D408D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Голубым</w:t>
      </w:r>
    </w:p>
    <w:p w:rsidR="0032718A" w:rsidRPr="009A0638" w:rsidRDefault="0032718A" w:rsidP="00D408D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Жёлтым</w:t>
      </w:r>
    </w:p>
    <w:p w:rsidR="0032718A" w:rsidRPr="009A0638" w:rsidRDefault="0032718A" w:rsidP="00D408D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Зелёным</w:t>
      </w:r>
    </w:p>
    <w:p w:rsidR="0032718A" w:rsidRPr="009A0638" w:rsidRDefault="0032718A" w:rsidP="00D408D8">
      <w:pPr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 xml:space="preserve">Коричневым 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А7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Смена дня и ночи вызвана:</w:t>
      </w:r>
    </w:p>
    <w:p w:rsidR="0032718A" w:rsidRPr="009A0638" w:rsidRDefault="0032718A" w:rsidP="00D408D8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Вращением Земли вокруг своей оси</w:t>
      </w:r>
    </w:p>
    <w:p w:rsidR="0032718A" w:rsidRPr="009A0638" w:rsidRDefault="0032718A" w:rsidP="00D408D8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Вращением Земли вокруг солнца</w:t>
      </w:r>
    </w:p>
    <w:p w:rsidR="0032718A" w:rsidRPr="009A0638" w:rsidRDefault="0032718A" w:rsidP="00D408D8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Наклоном земной оси</w:t>
      </w:r>
    </w:p>
    <w:p w:rsidR="0032718A" w:rsidRPr="009A0638" w:rsidRDefault="0032718A" w:rsidP="00D408D8">
      <w:pPr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Орбитой годового вращения Земли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C44B29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А8.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10. Если в течении суток замеры температуры составили утром+9°С, днём+24°С, вечером+12°С, то средняя температура суток равна: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20°С</w:t>
      </w:r>
    </w:p>
    <w:p w:rsidR="0032718A" w:rsidRPr="009A0638" w:rsidRDefault="0032718A" w:rsidP="00D408D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15°С</w:t>
      </w:r>
    </w:p>
    <w:p w:rsidR="0032718A" w:rsidRPr="009A0638" w:rsidRDefault="0032718A" w:rsidP="00D408D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10°С</w:t>
      </w:r>
    </w:p>
    <w:p w:rsidR="0032718A" w:rsidRPr="009A0638" w:rsidRDefault="0032718A" w:rsidP="00D408D8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5°С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А9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. Какой процесс </w:t>
      </w:r>
      <w:r w:rsidRPr="009A0638">
        <w:rPr>
          <w:rFonts w:ascii="Times New Roman" w:hAnsi="Times New Roman" w:cs="Times New Roman"/>
          <w:b/>
          <w:bCs/>
          <w:sz w:val="28"/>
          <w:szCs w:val="28"/>
          <w:u w:val="single"/>
        </w:rPr>
        <w:t>НЕ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 является частью круговорота воды: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Испарение</w:t>
      </w:r>
    </w:p>
    <w:p w:rsidR="0032718A" w:rsidRPr="009A0638" w:rsidRDefault="0032718A" w:rsidP="00D408D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Выпадение осадков</w:t>
      </w:r>
    </w:p>
    <w:p w:rsidR="0032718A" w:rsidRPr="009A0638" w:rsidRDefault="0032718A" w:rsidP="00D408D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Шторм на море</w:t>
      </w:r>
    </w:p>
    <w:p w:rsidR="0032718A" w:rsidRPr="009A0638" w:rsidRDefault="0032718A" w:rsidP="00D408D8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Таяние снега и льда</w:t>
      </w: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9A0638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А10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Сточные озёра отличаются от бессточных:</w:t>
      </w:r>
    </w:p>
    <w:p w:rsidR="0032718A" w:rsidRPr="009A0638" w:rsidRDefault="0032718A" w:rsidP="00D408D8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32718A" w:rsidRPr="009A0638" w:rsidRDefault="0032718A" w:rsidP="00D408D8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Размерами</w:t>
      </w:r>
    </w:p>
    <w:p w:rsidR="0032718A" w:rsidRPr="009A0638" w:rsidRDefault="0032718A" w:rsidP="00D408D8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Цветом воды</w:t>
      </w:r>
    </w:p>
    <w:p w:rsidR="0032718A" w:rsidRPr="009A0638" w:rsidRDefault="0032718A" w:rsidP="00D408D8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Глубиной</w:t>
      </w:r>
    </w:p>
    <w:p w:rsidR="0032718A" w:rsidRPr="00C44B29" w:rsidRDefault="0032718A" w:rsidP="00D408D8">
      <w:pPr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C44B29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Свойствами (в</w:t>
      </w:r>
      <w:r w:rsidRPr="009A0638">
        <w:rPr>
          <w:rFonts w:ascii="Times New Roman" w:hAnsi="Times New Roman" w:cs="Times New Roman"/>
          <w:sz w:val="28"/>
          <w:szCs w:val="28"/>
        </w:rPr>
        <w:t>кусом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9A0638">
        <w:rPr>
          <w:rFonts w:ascii="Times New Roman" w:hAnsi="Times New Roman" w:cs="Times New Roman"/>
          <w:sz w:val="28"/>
          <w:szCs w:val="28"/>
        </w:rPr>
        <w:t xml:space="preserve"> воды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noProof/>
          <w:lang w:eastAsia="ru-RU"/>
        </w:rPr>
        <w:pict>
          <v:shape id="Рисунок 1" o:spid="_x0000_s1027" type="#_x0000_t75" style="position:absolute;margin-left:277.1pt;margin-top:-3.9pt;width:248.65pt;height:165.9pt;z-index:251659264;visibility:visible" wrapcoords="-65 0 -65 21502 21600 21502 21600 0 -65 0">
            <v:imagedata r:id="rId8" o:title="" gain="93623f" blacklevel="-6554f" grayscale="t"/>
            <w10:wrap type="through"/>
          </v:shape>
        </w:pict>
      </w:r>
      <w:r w:rsidRPr="00C44B29">
        <w:rPr>
          <w:rFonts w:ascii="Times New Roman" w:hAnsi="Times New Roman" w:cs="Times New Roman"/>
          <w:b/>
          <w:bCs/>
          <w:sz w:val="28"/>
          <w:szCs w:val="28"/>
        </w:rPr>
        <w:t xml:space="preserve">В1.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Какой буквой на карте отмечены:</w:t>
      </w: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1.Северный Ледовитый океан</w:t>
      </w: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2.Пролив Дрейка</w:t>
      </w: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0638">
        <w:rPr>
          <w:rFonts w:ascii="Times New Roman" w:hAnsi="Times New Roman" w:cs="Times New Roman"/>
          <w:sz w:val="28"/>
          <w:szCs w:val="28"/>
        </w:rPr>
        <w:t>3.Горы Анды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4.Австралия</w:t>
      </w: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Default="0032718A" w:rsidP="00D408D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32718A" w:rsidRPr="0096313D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>В2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.  От чего зависит сила ветра?</w:t>
      </w:r>
    </w:p>
    <w:p w:rsidR="0032718A" w:rsidRPr="0096313D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96313D" w:rsidSect="007146B3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В3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.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Определите по описанию горы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 xml:space="preserve"> России.</w:t>
      </w: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Горы средней высоты. Они являются границей между двумя частями света. Самая высокая вершина  г. Народная.  </w:t>
      </w:r>
    </w:p>
    <w:p w:rsidR="0032718A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718A" w:rsidRPr="009A0638" w:rsidRDefault="0032718A" w:rsidP="00C44B2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32718A" w:rsidRPr="009A0638" w:rsidSect="007146B3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130FD5">
        <w:rPr>
          <w:rFonts w:ascii="Times New Roman" w:hAnsi="Times New Roman" w:cs="Times New Roman"/>
          <w:b/>
          <w:bCs/>
          <w:sz w:val="28"/>
          <w:szCs w:val="28"/>
        </w:rPr>
        <w:t>С1.</w:t>
      </w:r>
      <w:r w:rsidRPr="00D408D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Почему происходит смена природных зон по поверхности Земли? Ответ должен содержать не менее двух причин.</w:t>
      </w:r>
    </w:p>
    <w:p w:rsidR="0032718A" w:rsidRPr="00130FD5" w:rsidRDefault="0032718A" w:rsidP="00C44B29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2718A" w:rsidRPr="00130FD5" w:rsidSect="009A0638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С2. </w:t>
      </w:r>
      <w:r w:rsidRPr="009A0638">
        <w:rPr>
          <w:rFonts w:ascii="Times New Roman" w:hAnsi="Times New Roman" w:cs="Times New Roman"/>
          <w:b/>
          <w:bCs/>
          <w:sz w:val="28"/>
          <w:szCs w:val="28"/>
        </w:rPr>
        <w:t>Почему при повышении температуры воздуха атмосферное давление понижается?</w:t>
      </w:r>
    </w:p>
    <w:p w:rsidR="0032718A" w:rsidRPr="009A0638" w:rsidRDefault="0032718A" w:rsidP="00FD242A">
      <w:pPr>
        <w:spacing w:after="0" w:line="240" w:lineRule="auto"/>
      </w:pPr>
    </w:p>
    <w:sectPr w:rsidR="0032718A" w:rsidRPr="009A0638" w:rsidSect="002A7BA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18A" w:rsidRDefault="0032718A" w:rsidP="0031156D">
      <w:pPr>
        <w:spacing w:after="0" w:line="240" w:lineRule="auto"/>
      </w:pPr>
      <w:r>
        <w:separator/>
      </w:r>
    </w:p>
  </w:endnote>
  <w:endnote w:type="continuationSeparator" w:id="0">
    <w:p w:rsidR="0032718A" w:rsidRDefault="0032718A" w:rsidP="00311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18A" w:rsidRDefault="0032718A" w:rsidP="0031156D">
      <w:pPr>
        <w:spacing w:after="0" w:line="240" w:lineRule="auto"/>
      </w:pPr>
      <w:r>
        <w:separator/>
      </w:r>
    </w:p>
  </w:footnote>
  <w:footnote w:type="continuationSeparator" w:id="0">
    <w:p w:rsidR="0032718A" w:rsidRDefault="0032718A" w:rsidP="00311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350AD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82689"/>
    <w:multiLevelType w:val="hybridMultilevel"/>
    <w:tmpl w:val="B742D1E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B7FB2"/>
    <w:multiLevelType w:val="hybridMultilevel"/>
    <w:tmpl w:val="BAC0089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35B93"/>
    <w:multiLevelType w:val="hybridMultilevel"/>
    <w:tmpl w:val="BE44B9A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676B0D"/>
    <w:multiLevelType w:val="hybridMultilevel"/>
    <w:tmpl w:val="3624778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297EA3"/>
    <w:multiLevelType w:val="hybridMultilevel"/>
    <w:tmpl w:val="4BEAC5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F5BDC"/>
    <w:multiLevelType w:val="hybridMultilevel"/>
    <w:tmpl w:val="AE20B76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B2AA1"/>
    <w:multiLevelType w:val="hybridMultilevel"/>
    <w:tmpl w:val="2D48836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F229AC"/>
    <w:multiLevelType w:val="hybridMultilevel"/>
    <w:tmpl w:val="103413C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14D8B"/>
    <w:multiLevelType w:val="hybridMultilevel"/>
    <w:tmpl w:val="2828F09E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E6472C"/>
    <w:multiLevelType w:val="hybridMultilevel"/>
    <w:tmpl w:val="50925BC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320B9A"/>
    <w:multiLevelType w:val="hybridMultilevel"/>
    <w:tmpl w:val="82D6BA1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02203E"/>
    <w:multiLevelType w:val="hybridMultilevel"/>
    <w:tmpl w:val="AC00EEFE"/>
    <w:lvl w:ilvl="0" w:tplc="84C871DE">
      <w:start w:val="1"/>
      <w:numFmt w:val="russianLower"/>
      <w:lvlText w:val="%1)"/>
      <w:lvlJc w:val="left"/>
      <w:pPr>
        <w:ind w:left="23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3064" w:hanging="360"/>
      </w:pPr>
    </w:lvl>
    <w:lvl w:ilvl="2" w:tplc="0419001B">
      <w:start w:val="1"/>
      <w:numFmt w:val="lowerRoman"/>
      <w:lvlText w:val="%3."/>
      <w:lvlJc w:val="right"/>
      <w:pPr>
        <w:ind w:left="3784" w:hanging="180"/>
      </w:pPr>
    </w:lvl>
    <w:lvl w:ilvl="3" w:tplc="0419000F">
      <w:start w:val="1"/>
      <w:numFmt w:val="decimal"/>
      <w:lvlText w:val="%4."/>
      <w:lvlJc w:val="left"/>
      <w:pPr>
        <w:ind w:left="4504" w:hanging="360"/>
      </w:pPr>
    </w:lvl>
    <w:lvl w:ilvl="4" w:tplc="04190019">
      <w:start w:val="1"/>
      <w:numFmt w:val="lowerLetter"/>
      <w:lvlText w:val="%5."/>
      <w:lvlJc w:val="left"/>
      <w:pPr>
        <w:ind w:left="5224" w:hanging="360"/>
      </w:pPr>
    </w:lvl>
    <w:lvl w:ilvl="5" w:tplc="0419001B">
      <w:start w:val="1"/>
      <w:numFmt w:val="lowerRoman"/>
      <w:lvlText w:val="%6."/>
      <w:lvlJc w:val="right"/>
      <w:pPr>
        <w:ind w:left="5944" w:hanging="180"/>
      </w:pPr>
    </w:lvl>
    <w:lvl w:ilvl="6" w:tplc="0419000F">
      <w:start w:val="1"/>
      <w:numFmt w:val="decimal"/>
      <w:lvlText w:val="%7."/>
      <w:lvlJc w:val="left"/>
      <w:pPr>
        <w:ind w:left="6664" w:hanging="360"/>
      </w:pPr>
    </w:lvl>
    <w:lvl w:ilvl="7" w:tplc="04190019">
      <w:start w:val="1"/>
      <w:numFmt w:val="lowerLetter"/>
      <w:lvlText w:val="%8."/>
      <w:lvlJc w:val="left"/>
      <w:pPr>
        <w:ind w:left="7384" w:hanging="360"/>
      </w:pPr>
    </w:lvl>
    <w:lvl w:ilvl="8" w:tplc="0419001B">
      <w:start w:val="1"/>
      <w:numFmt w:val="lowerRoman"/>
      <w:lvlText w:val="%9."/>
      <w:lvlJc w:val="right"/>
      <w:pPr>
        <w:ind w:left="8104" w:hanging="180"/>
      </w:pPr>
    </w:lvl>
  </w:abstractNum>
  <w:abstractNum w:abstractNumId="13">
    <w:nsid w:val="26E5646A"/>
    <w:multiLevelType w:val="hybridMultilevel"/>
    <w:tmpl w:val="0F58DF6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312251"/>
    <w:multiLevelType w:val="hybridMultilevel"/>
    <w:tmpl w:val="BA48EE1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366F47"/>
    <w:multiLevelType w:val="hybridMultilevel"/>
    <w:tmpl w:val="8F62140A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C967F3"/>
    <w:multiLevelType w:val="hybridMultilevel"/>
    <w:tmpl w:val="B8A4080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2426CE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F1698B"/>
    <w:multiLevelType w:val="hybridMultilevel"/>
    <w:tmpl w:val="A82AD3A0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87007"/>
    <w:multiLevelType w:val="hybridMultilevel"/>
    <w:tmpl w:val="16B47ED8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F4963F3"/>
    <w:multiLevelType w:val="hybridMultilevel"/>
    <w:tmpl w:val="47D628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D4759B"/>
    <w:multiLevelType w:val="hybridMultilevel"/>
    <w:tmpl w:val="9A26463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3149DE"/>
    <w:multiLevelType w:val="hybridMultilevel"/>
    <w:tmpl w:val="E782080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E15DC6"/>
    <w:multiLevelType w:val="hybridMultilevel"/>
    <w:tmpl w:val="001EE45E"/>
    <w:lvl w:ilvl="0" w:tplc="22BC03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826DDD"/>
    <w:multiLevelType w:val="hybridMultilevel"/>
    <w:tmpl w:val="2A38EBB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B478E"/>
    <w:multiLevelType w:val="hybridMultilevel"/>
    <w:tmpl w:val="99D85F84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981F14"/>
    <w:multiLevelType w:val="hybridMultilevel"/>
    <w:tmpl w:val="16669ED6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C65FDF"/>
    <w:multiLevelType w:val="hybridMultilevel"/>
    <w:tmpl w:val="53704D9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3E39CB"/>
    <w:multiLevelType w:val="hybridMultilevel"/>
    <w:tmpl w:val="CC0EC16C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FB5148"/>
    <w:multiLevelType w:val="hybridMultilevel"/>
    <w:tmpl w:val="F48AE2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0">
    <w:nsid w:val="729E6C14"/>
    <w:multiLevelType w:val="hybridMultilevel"/>
    <w:tmpl w:val="39783A02"/>
    <w:lvl w:ilvl="0" w:tplc="84C871D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29"/>
  </w:num>
  <w:num w:numId="4">
    <w:abstractNumId w:val="7"/>
  </w:num>
  <w:num w:numId="5">
    <w:abstractNumId w:val="13"/>
  </w:num>
  <w:num w:numId="6">
    <w:abstractNumId w:val="0"/>
  </w:num>
  <w:num w:numId="7">
    <w:abstractNumId w:val="3"/>
  </w:num>
  <w:num w:numId="8">
    <w:abstractNumId w:val="26"/>
  </w:num>
  <w:num w:numId="9">
    <w:abstractNumId w:val="4"/>
  </w:num>
  <w:num w:numId="10">
    <w:abstractNumId w:val="9"/>
  </w:num>
  <w:num w:numId="11">
    <w:abstractNumId w:val="28"/>
  </w:num>
  <w:num w:numId="12">
    <w:abstractNumId w:val="17"/>
  </w:num>
  <w:num w:numId="13">
    <w:abstractNumId w:val="18"/>
  </w:num>
  <w:num w:numId="14">
    <w:abstractNumId w:val="20"/>
  </w:num>
  <w:num w:numId="15">
    <w:abstractNumId w:val="30"/>
  </w:num>
  <w:num w:numId="16">
    <w:abstractNumId w:val="24"/>
  </w:num>
  <w:num w:numId="17">
    <w:abstractNumId w:val="10"/>
  </w:num>
  <w:num w:numId="18">
    <w:abstractNumId w:val="11"/>
  </w:num>
  <w:num w:numId="19">
    <w:abstractNumId w:val="25"/>
  </w:num>
  <w:num w:numId="20">
    <w:abstractNumId w:val="27"/>
  </w:num>
  <w:num w:numId="21">
    <w:abstractNumId w:val="19"/>
  </w:num>
  <w:num w:numId="22">
    <w:abstractNumId w:val="12"/>
  </w:num>
  <w:num w:numId="23">
    <w:abstractNumId w:val="14"/>
  </w:num>
  <w:num w:numId="24">
    <w:abstractNumId w:val="16"/>
  </w:num>
  <w:num w:numId="25">
    <w:abstractNumId w:val="15"/>
  </w:num>
  <w:num w:numId="26">
    <w:abstractNumId w:val="21"/>
  </w:num>
  <w:num w:numId="27">
    <w:abstractNumId w:val="8"/>
  </w:num>
  <w:num w:numId="28">
    <w:abstractNumId w:val="22"/>
  </w:num>
  <w:num w:numId="29">
    <w:abstractNumId w:val="1"/>
  </w:num>
  <w:num w:numId="30">
    <w:abstractNumId w:val="2"/>
  </w:num>
  <w:num w:numId="3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15CB"/>
    <w:rsid w:val="00130FD5"/>
    <w:rsid w:val="00173326"/>
    <w:rsid w:val="002A7BA0"/>
    <w:rsid w:val="0031156D"/>
    <w:rsid w:val="0032718A"/>
    <w:rsid w:val="0044702A"/>
    <w:rsid w:val="004A069E"/>
    <w:rsid w:val="006F73A7"/>
    <w:rsid w:val="007146B3"/>
    <w:rsid w:val="009223DD"/>
    <w:rsid w:val="0094198F"/>
    <w:rsid w:val="00955950"/>
    <w:rsid w:val="0096313D"/>
    <w:rsid w:val="009A0638"/>
    <w:rsid w:val="00C44B29"/>
    <w:rsid w:val="00D408D8"/>
    <w:rsid w:val="00E415CB"/>
    <w:rsid w:val="00FD24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02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1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1156D"/>
  </w:style>
  <w:style w:type="paragraph" w:styleId="Footer">
    <w:name w:val="footer"/>
    <w:basedOn w:val="Normal"/>
    <w:link w:val="FooterChar"/>
    <w:uiPriority w:val="99"/>
    <w:rsid w:val="003115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1156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97</TotalTime>
  <Pages>5</Pages>
  <Words>534</Words>
  <Characters>3046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School</cp:lastModifiedBy>
  <cp:revision>4</cp:revision>
  <dcterms:created xsi:type="dcterms:W3CDTF">2016-04-03T06:15:00Z</dcterms:created>
  <dcterms:modified xsi:type="dcterms:W3CDTF">2016-10-10T05:31:00Z</dcterms:modified>
</cp:coreProperties>
</file>